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0FF" w:rsidRPr="00CE0243" w:rsidRDefault="00DA10FF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6</w:t>
      </w:r>
      <w:r w:rsidRPr="00C82E51">
        <w:rPr>
          <w:rFonts w:ascii="Segoe UI Light" w:hAnsi="Segoe UI Light" w:cs="Segoe UI Light"/>
          <w:sz w:val="36"/>
        </w:rPr>
        <w:t xml:space="preserve"> </w:t>
      </w:r>
      <w:r w:rsidRPr="00840AC0">
        <w:rPr>
          <w:rFonts w:ascii="Segoe UI Light" w:hAnsi="Segoe UI Light" w:cs="Segoe UI Light"/>
          <w:sz w:val="36"/>
        </w:rPr>
        <w:t>‘ou’ and ‘au’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53C3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53C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B153C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B153C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53C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B153C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B153C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53C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B153C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B153C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 w:colFirst="0" w:colLast="0"/>
            <w:r w:rsidRPr="00B153C3">
              <w:rPr>
                <w:rFonts w:ascii="Segoe UI Light" w:hAnsi="Segoe UI Light" w:cs="Segoe UI Light"/>
                <w:sz w:val="36"/>
                <w:szCs w:val="36"/>
              </w:rPr>
              <w:t>trouble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found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around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journey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route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cause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because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sausage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sauce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pause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taught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A10FF" w:rsidRPr="00B153C3" w:rsidTr="00B153C3">
        <w:tc>
          <w:tcPr>
            <w:tcW w:w="2694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53C3">
              <w:rPr>
                <w:rFonts w:ascii="Segoe UI Light" w:hAnsi="Segoe UI Light" w:cs="Segoe UI Light"/>
                <w:sz w:val="36"/>
                <w:szCs w:val="36"/>
              </w:rPr>
              <w:t>caught</w:t>
            </w:r>
          </w:p>
        </w:tc>
        <w:tc>
          <w:tcPr>
            <w:tcW w:w="2703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A10FF" w:rsidRPr="00B153C3" w:rsidRDefault="00DA10FF" w:rsidP="00B153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bookmarkEnd w:id="0"/>
    </w:tbl>
    <w:p w:rsidR="00DA10FF" w:rsidRPr="00F07B5A" w:rsidRDefault="00DA10FF">
      <w:pPr>
        <w:rPr>
          <w:rFonts w:ascii="Segoe UI Light" w:hAnsi="Segoe UI Light" w:cs="Segoe UI Light"/>
          <w:sz w:val="36"/>
          <w:szCs w:val="36"/>
        </w:rPr>
      </w:pPr>
    </w:p>
    <w:sectPr w:rsidR="00DA10FF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0FF" w:rsidRDefault="00DA10FF">
      <w:r>
        <w:separator/>
      </w:r>
    </w:p>
  </w:endnote>
  <w:endnote w:type="continuationSeparator" w:id="0">
    <w:p w:rsidR="00DA10FF" w:rsidRDefault="00DA1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FF" w:rsidRDefault="00DA10FF" w:rsidP="00C45CFF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DA10FF" w:rsidRDefault="00DA10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0FF" w:rsidRDefault="00DA10FF">
      <w:r>
        <w:separator/>
      </w:r>
    </w:p>
  </w:footnote>
  <w:footnote w:type="continuationSeparator" w:id="0">
    <w:p w:rsidR="00DA10FF" w:rsidRDefault="00DA10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87C21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47105"/>
    <w:rsid w:val="007606DF"/>
    <w:rsid w:val="00760AE0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806E2"/>
    <w:rsid w:val="00AB030A"/>
    <w:rsid w:val="00AD60DA"/>
    <w:rsid w:val="00B153C3"/>
    <w:rsid w:val="00B31C91"/>
    <w:rsid w:val="00B47958"/>
    <w:rsid w:val="00B94746"/>
    <w:rsid w:val="00C30F15"/>
    <w:rsid w:val="00C45CFF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37ABB"/>
    <w:rsid w:val="00D60F4F"/>
    <w:rsid w:val="00DA10FF"/>
    <w:rsid w:val="00DA1C39"/>
    <w:rsid w:val="00DB3634"/>
    <w:rsid w:val="00DB6F33"/>
    <w:rsid w:val="00DC3EFD"/>
    <w:rsid w:val="00E036CD"/>
    <w:rsid w:val="00E2191B"/>
    <w:rsid w:val="00E4661E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45CF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782F"/>
    <w:rPr>
      <w:lang w:eastAsia="en-US"/>
    </w:rPr>
  </w:style>
  <w:style w:type="paragraph" w:styleId="Footer">
    <w:name w:val="footer"/>
    <w:basedOn w:val="Normal"/>
    <w:link w:val="FooterChar"/>
    <w:uiPriority w:val="99"/>
    <w:rsid w:val="00C45CF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5CFF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07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</Words>
  <Characters>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2013-12-08T13:31:00Z</dcterms:created>
  <dcterms:modified xsi:type="dcterms:W3CDTF">2014-07-09T15:50:00Z</dcterms:modified>
</cp:coreProperties>
</file>